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6444BA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>Załącznik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="006F31E2" w:rsidRPr="00E960BB">
        <w:rPr>
          <w:rFonts w:ascii="Corbel" w:hAnsi="Corbel"/>
          <w:bCs/>
          <w:i/>
        </w:rPr>
        <w:t>1.5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do</w:t>
      </w:r>
      <w:r>
        <w:rPr>
          <w:rFonts w:ascii="Corbel" w:hAnsi="Corbel"/>
          <w:bCs/>
          <w:i/>
        </w:rPr>
        <w:t xml:space="preserve"> </w:t>
      </w:r>
      <w:r w:rsidR="00D8678B" w:rsidRPr="00E960BB">
        <w:rPr>
          <w:rFonts w:ascii="Corbel" w:hAnsi="Corbel"/>
          <w:bCs/>
          <w:i/>
        </w:rPr>
        <w:t>Zarządzenia</w:t>
      </w:r>
      <w:r>
        <w:rPr>
          <w:rFonts w:ascii="Corbel" w:hAnsi="Corbel"/>
          <w:bCs/>
          <w:i/>
        </w:rPr>
        <w:t xml:space="preserve"> </w:t>
      </w:r>
      <w:r w:rsidR="002A22BF" w:rsidRPr="00E960BB">
        <w:rPr>
          <w:rFonts w:ascii="Corbel" w:hAnsi="Corbel"/>
          <w:bCs/>
          <w:i/>
        </w:rPr>
        <w:t>Rektora</w:t>
      </w:r>
      <w:r>
        <w:rPr>
          <w:rFonts w:ascii="Corbel" w:hAnsi="Corbel"/>
          <w:bCs/>
          <w:i/>
        </w:rPr>
        <w:t xml:space="preserve"> </w:t>
      </w:r>
      <w:r w:rsidR="002A22BF" w:rsidRPr="00E960BB">
        <w:rPr>
          <w:rFonts w:ascii="Corbel" w:hAnsi="Corbel"/>
          <w:bCs/>
          <w:i/>
        </w:rPr>
        <w:t>UR</w:t>
      </w:r>
      <w:r>
        <w:rPr>
          <w:rFonts w:ascii="Corbel" w:hAnsi="Corbel"/>
          <w:bCs/>
          <w:i/>
        </w:rPr>
        <w:t xml:space="preserve">  </w:t>
      </w:r>
      <w:r w:rsidR="00CD6897"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cyklu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kształcenia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  <w:r w:rsidR="0093492D">
        <w:rPr>
          <w:rFonts w:ascii="Corbel" w:hAnsi="Corbel"/>
          <w:i/>
          <w:smallCaps/>
          <w:sz w:val="24"/>
          <w:szCs w:val="24"/>
        </w:rPr>
        <w:t>20</w:t>
      </w:r>
      <w:r w:rsidR="00496277">
        <w:rPr>
          <w:rFonts w:ascii="Corbel" w:hAnsi="Corbel"/>
          <w:i/>
          <w:smallCaps/>
          <w:sz w:val="24"/>
          <w:szCs w:val="24"/>
        </w:rPr>
        <w:t>19</w:t>
      </w:r>
      <w:r w:rsidR="0093492D">
        <w:rPr>
          <w:rFonts w:ascii="Corbel" w:hAnsi="Corbel"/>
          <w:i/>
          <w:smallCaps/>
          <w:sz w:val="24"/>
          <w:szCs w:val="24"/>
        </w:rPr>
        <w:t>-202</w:t>
      </w:r>
      <w:r w:rsidR="00496277">
        <w:rPr>
          <w:rFonts w:ascii="Corbel" w:hAnsi="Corbel"/>
          <w:i/>
          <w:smallCaps/>
          <w:sz w:val="24"/>
          <w:szCs w:val="24"/>
        </w:rPr>
        <w:t>2</w:t>
      </w:r>
      <w:r w:rsidR="006444B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6444B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</w:t>
      </w:r>
      <w:r>
        <w:rPr>
          <w:rFonts w:ascii="Corbel" w:hAnsi="Corbel"/>
          <w:i/>
          <w:sz w:val="20"/>
          <w:szCs w:val="20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</w:t>
      </w:r>
      <w:r w:rsidR="006444BA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akademicki</w:t>
      </w:r>
      <w:r w:rsidR="006444BA">
        <w:rPr>
          <w:rFonts w:ascii="Corbel" w:hAnsi="Corbel"/>
          <w:sz w:val="20"/>
          <w:szCs w:val="20"/>
        </w:rPr>
        <w:t xml:space="preserve">   </w:t>
      </w:r>
      <w:r w:rsidR="0093492D">
        <w:rPr>
          <w:rFonts w:ascii="Corbel" w:hAnsi="Corbel"/>
          <w:sz w:val="20"/>
          <w:szCs w:val="20"/>
        </w:rPr>
        <w:t>202</w:t>
      </w:r>
      <w:r w:rsidR="00496277">
        <w:rPr>
          <w:rFonts w:ascii="Corbel" w:hAnsi="Corbel"/>
          <w:sz w:val="20"/>
          <w:szCs w:val="20"/>
        </w:rPr>
        <w:t>0</w:t>
      </w:r>
      <w:r w:rsidR="0093492D">
        <w:rPr>
          <w:rFonts w:ascii="Corbel" w:hAnsi="Corbel"/>
          <w:sz w:val="20"/>
          <w:szCs w:val="20"/>
        </w:rPr>
        <w:t>/202</w:t>
      </w:r>
      <w:r w:rsidR="00496277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</w:t>
      </w:r>
      <w:r w:rsidR="006444BA">
        <w:rPr>
          <w:rFonts w:ascii="Corbel" w:hAnsi="Corbel"/>
          <w:szCs w:val="24"/>
        </w:rPr>
        <w:t xml:space="preserve"> </w:t>
      </w:r>
      <w:r w:rsidR="0085747A" w:rsidRPr="009C54AE">
        <w:rPr>
          <w:rFonts w:ascii="Corbel" w:hAnsi="Corbel"/>
          <w:szCs w:val="24"/>
        </w:rPr>
        <w:t>Podstawowe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informacje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o</w:t>
      </w:r>
      <w:r w:rsidR="006444BA">
        <w:rPr>
          <w:rFonts w:ascii="Corbel" w:hAnsi="Corbel"/>
          <w:szCs w:val="24"/>
        </w:rPr>
        <w:t xml:space="preserve"> </w:t>
      </w:r>
      <w:r w:rsidR="00445970">
        <w:rPr>
          <w:rFonts w:ascii="Corbel" w:hAnsi="Corbel"/>
          <w:szCs w:val="24"/>
        </w:rPr>
        <w:t>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bCs/>
                <w:color w:val="000000"/>
              </w:rPr>
              <w:t>Problemy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narodowościowe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w</w:t>
            </w:r>
            <w:r w:rsidR="006444BA">
              <w:rPr>
                <w:rFonts w:ascii="Corbel" w:hAnsi="Corbel"/>
                <w:bCs/>
                <w:color w:val="000000"/>
              </w:rPr>
              <w:t xml:space="preserve"> </w:t>
            </w:r>
            <w:r w:rsidRPr="00AA41B5">
              <w:rPr>
                <w:rFonts w:ascii="Corbel" w:hAnsi="Corbel"/>
                <w:bCs/>
                <w:color w:val="000000"/>
              </w:rPr>
              <w:t>Europie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Kod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przedmiotu*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BW42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realizującej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Kolegium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Nauk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Społecznych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Bezpieczeństwo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wewnętrzne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Poziom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stopień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praktyczny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Forma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486F34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nie</w:t>
            </w:r>
            <w:r w:rsidR="00AA41B5" w:rsidRPr="00AA41B5">
              <w:rPr>
                <w:rFonts w:ascii="Corbel" w:hAnsi="Corbel"/>
                <w:color w:val="000000"/>
              </w:rPr>
              <w:t>stacjonarne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semestr/y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r</w:t>
            </w:r>
            <w:r w:rsidRPr="00AA41B5">
              <w:rPr>
                <w:rFonts w:ascii="Corbel" w:hAnsi="Corbel"/>
                <w:color w:val="000000"/>
              </w:rPr>
              <w:t>ok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semestr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IV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Rodzaj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wyboru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Język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wykładowy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polski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  <w:tr w:rsidR="00AA41B5" w:rsidRPr="00AA41B5" w:rsidTr="00AA41B5">
        <w:tc>
          <w:tcPr>
            <w:tcW w:w="2694" w:type="dxa"/>
            <w:vAlign w:val="center"/>
          </w:tcPr>
          <w:p w:rsidR="00AA41B5" w:rsidRPr="00AA41B5" w:rsidRDefault="00AA41B5" w:rsidP="00934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Imię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nazwisko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osoby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/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osób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prowadzących</w:t>
            </w:r>
          </w:p>
        </w:tc>
        <w:tc>
          <w:tcPr>
            <w:tcW w:w="7087" w:type="dxa"/>
            <w:vAlign w:val="center"/>
          </w:tcPr>
          <w:p w:rsidR="00AA41B5" w:rsidRPr="00AA41B5" w:rsidRDefault="00AA41B5" w:rsidP="00AA41B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444BA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ustaleniami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="00B90885">
        <w:rPr>
          <w:rFonts w:ascii="Corbel" w:hAnsi="Corbel"/>
          <w:b w:val="0"/>
          <w:i/>
          <w:sz w:val="24"/>
          <w:szCs w:val="24"/>
        </w:rPr>
        <w:t>w</w:t>
      </w:r>
      <w:r w:rsidR="006444BA">
        <w:rPr>
          <w:rFonts w:ascii="Corbel" w:hAnsi="Corbel"/>
          <w:b w:val="0"/>
          <w:i/>
          <w:sz w:val="24"/>
          <w:szCs w:val="24"/>
        </w:rPr>
        <w:t xml:space="preserve"> </w:t>
      </w:r>
      <w:r w:rsidR="00B90885">
        <w:rPr>
          <w:rFonts w:ascii="Corbel" w:hAnsi="Corbel"/>
          <w:b w:val="0"/>
          <w:i/>
          <w:sz w:val="24"/>
          <w:szCs w:val="24"/>
        </w:rPr>
        <w:t>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.Formy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dydaktycznych,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wymiar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godzin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i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punktów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ECTS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</w:t>
            </w:r>
            <w:r w:rsidR="006444BA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</w:t>
            </w:r>
            <w:r w:rsidR="006444BA"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="006444BA"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22E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6F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4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realizacji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zajęć</w:t>
      </w:r>
      <w:r w:rsidR="006444BA">
        <w:rPr>
          <w:rFonts w:ascii="Corbel" w:hAnsi="Corbel"/>
          <w:smallCaps w:val="0"/>
          <w:szCs w:val="24"/>
        </w:rPr>
        <w:t xml:space="preserve">  </w:t>
      </w:r>
    </w:p>
    <w:p w:rsidR="0085747A" w:rsidRPr="009C54AE" w:rsidRDefault="00D22E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formie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tradycyjnej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wykorzystaniem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metod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technik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kształcenia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na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445970">
        <w:rPr>
          <w:rFonts w:ascii="Corbel" w:hAnsi="Corbel"/>
          <w:smallCaps w:val="0"/>
          <w:szCs w:val="24"/>
        </w:rPr>
        <w:t>zaliczenia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445970">
        <w:rPr>
          <w:rFonts w:ascii="Corbel" w:hAnsi="Corbel"/>
          <w:smallCaps w:val="0"/>
          <w:szCs w:val="24"/>
        </w:rPr>
        <w:t>przedmiotu</w:t>
      </w:r>
      <w:r w:rsidR="006444BA">
        <w:rPr>
          <w:rFonts w:ascii="Corbel" w:hAnsi="Corbel"/>
          <w:smallCaps w:val="0"/>
          <w:szCs w:val="24"/>
        </w:rPr>
        <w:t xml:space="preserve">  </w:t>
      </w:r>
      <w:r w:rsidRPr="009C54AE">
        <w:rPr>
          <w:rFonts w:ascii="Corbel" w:hAnsi="Corbel"/>
          <w:smallCaps w:val="0"/>
          <w:szCs w:val="24"/>
        </w:rPr>
        <w:t>(z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toku)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(egzamin,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bez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oceny)</w:t>
      </w:r>
    </w:p>
    <w:p w:rsidR="009C54AE" w:rsidRDefault="00D22E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</w:t>
      </w:r>
      <w:r w:rsidR="006444B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wstępne</w:t>
      </w:r>
      <w:r w:rsidR="006444B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D22EC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Europy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efekty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uczenia</w:t>
      </w:r>
      <w:r w:rsidR="006444B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się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,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treści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Programowe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i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stosowane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metody</w:t>
      </w:r>
      <w:r w:rsidR="006444BA">
        <w:rPr>
          <w:rFonts w:ascii="Corbel" w:hAnsi="Corbel"/>
          <w:szCs w:val="24"/>
        </w:rPr>
        <w:t xml:space="preserve"> </w:t>
      </w:r>
      <w:r w:rsidR="0085747A" w:rsidRPr="00C05F44">
        <w:rPr>
          <w:rFonts w:ascii="Corbel" w:hAnsi="Corbel"/>
          <w:szCs w:val="24"/>
        </w:rPr>
        <w:t>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444BA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</w:t>
      </w:r>
      <w:r w:rsidR="006444BA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F24"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="006444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zapoznanie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studentów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z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podstawowymi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aktami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prawnymi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dotyczącymi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ochrony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mniejszości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narodowych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przedstawienie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stosunków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państwach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europejskich</w:t>
            </w:r>
          </w:p>
        </w:tc>
      </w:tr>
      <w:tr w:rsidR="006C6F24" w:rsidRPr="006C6F24" w:rsidTr="006C6F24">
        <w:tc>
          <w:tcPr>
            <w:tcW w:w="845" w:type="dxa"/>
            <w:vAlign w:val="center"/>
          </w:tcPr>
          <w:p w:rsidR="006C6F24" w:rsidRPr="006C6F24" w:rsidRDefault="006C6F24" w:rsidP="00D22EC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C6F24" w:rsidRPr="006C6F24" w:rsidRDefault="006C6F24" w:rsidP="00D22ECD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analiza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konfliktów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Efekty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05F44">
        <w:rPr>
          <w:rFonts w:ascii="Corbel" w:hAnsi="Corbel"/>
          <w:b/>
          <w:sz w:val="24"/>
          <w:szCs w:val="24"/>
        </w:rPr>
        <w:t>uczenia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05F44">
        <w:rPr>
          <w:rFonts w:ascii="Corbel" w:hAnsi="Corbel"/>
          <w:b/>
          <w:sz w:val="24"/>
          <w:szCs w:val="24"/>
        </w:rPr>
        <w:t>się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dla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przedmiotu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046DF" w:rsidTr="006C6F24">
        <w:tc>
          <w:tcPr>
            <w:tcW w:w="1681" w:type="dxa"/>
            <w:vAlign w:val="center"/>
          </w:tcPr>
          <w:p w:rsidR="0085747A" w:rsidRPr="004046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smallCaps w:val="0"/>
                <w:szCs w:val="24"/>
              </w:rPr>
              <w:t>EK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4C85" w:rsidRPr="004046DF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efekt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 w:rsidR="00B82308" w:rsidRPr="004046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4046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Treść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 w:rsidRPr="004046DF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zdefiniowanego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dla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4046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Odniesienie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efektów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4046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6F24" w:rsidRPr="004046DF" w:rsidTr="006C6F24">
        <w:tc>
          <w:tcPr>
            <w:tcW w:w="1681" w:type="dxa"/>
          </w:tcPr>
          <w:p w:rsidR="006C6F24" w:rsidRPr="004046DF" w:rsidRDefault="006C6F24" w:rsidP="006C6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046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6C6F24" w:rsidRPr="004046DF" w:rsidRDefault="006C6F24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ma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wiedzę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modelach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polityki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narodowościowej</w:t>
            </w:r>
            <w:r w:rsidR="006444BA">
              <w:rPr>
                <w:rFonts w:ascii="Corbel" w:hAnsi="Corbel"/>
                <w:color w:val="000000"/>
                <w:lang w:val="pl-PL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występujących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Europie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K_W05</w:t>
            </w:r>
          </w:p>
        </w:tc>
      </w:tr>
      <w:tr w:rsidR="006C6F24" w:rsidRPr="004046DF" w:rsidTr="006444BA">
        <w:tc>
          <w:tcPr>
            <w:tcW w:w="1681" w:type="dxa"/>
          </w:tcPr>
          <w:p w:rsidR="006C6F24" w:rsidRPr="004046DF" w:rsidRDefault="006C6F24" w:rsidP="006C6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analizuje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relacje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państwo-mniejszości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odniesieniu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:rsidR="006C6F24" w:rsidRPr="004046DF" w:rsidRDefault="006C6F24" w:rsidP="006C6F2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K_U06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EF5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potrafi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omówić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znaczenie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wpływu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problematyki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narodowej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poziom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międzynarodowego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K_U10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EF5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jest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przygotowany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podjęcie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dyskusji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poszczególnych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państwach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zachowaniem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zasad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etyki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K_K02</w:t>
            </w:r>
          </w:p>
        </w:tc>
      </w:tr>
      <w:tr w:rsidR="00EF5BC8" w:rsidRPr="004046DF" w:rsidTr="006444BA">
        <w:tc>
          <w:tcPr>
            <w:tcW w:w="1681" w:type="dxa"/>
          </w:tcPr>
          <w:p w:rsidR="00EF5BC8" w:rsidRPr="004046DF" w:rsidRDefault="00EF5BC8" w:rsidP="004046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6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046DF" w:rsidRPr="004046D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jest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gotów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poszerzania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swojej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wiedzy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dla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zrozumienia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procesów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zachodzących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współczesnym</w:t>
            </w:r>
            <w:r w:rsidR="006444BA"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świecie</w:t>
            </w:r>
          </w:p>
        </w:tc>
        <w:tc>
          <w:tcPr>
            <w:tcW w:w="1865" w:type="dxa"/>
            <w:vAlign w:val="center"/>
          </w:tcPr>
          <w:p w:rsidR="00EF5BC8" w:rsidRPr="004046DF" w:rsidRDefault="00EF5BC8" w:rsidP="00EF5BC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6DF">
              <w:rPr>
                <w:rFonts w:ascii="Corbel" w:hAnsi="Corbel"/>
                <w:color w:val="000000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>programowe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6444B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wykładu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ćwiczeń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audytoryjnych,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konwersatoryjnych,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laboratoryjnych</w:t>
      </w:r>
      <w:r w:rsidR="009F4610" w:rsidRPr="009C54AE">
        <w:rPr>
          <w:rFonts w:ascii="Corbel" w:hAnsi="Corbel"/>
          <w:sz w:val="24"/>
          <w:szCs w:val="24"/>
        </w:rPr>
        <w:t>,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 w:rsidR="006444B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praktycznych</w:t>
      </w:r>
      <w:r w:rsidR="006444BA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6224" w:rsidTr="00916224">
        <w:tc>
          <w:tcPr>
            <w:tcW w:w="9520" w:type="dxa"/>
          </w:tcPr>
          <w:p w:rsidR="0085747A" w:rsidRPr="009162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Treści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Podstawowe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terminologiczne: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naród,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narodowość,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etnos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etnograficzna,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ojczyzna.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4046DF">
            <w:pPr>
              <w:pStyle w:val="Akapitzlist"/>
              <w:tabs>
                <w:tab w:val="left" w:pos="247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Kształtowanie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/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kreowanie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narodów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europejskich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(teorie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etapy).</w:t>
            </w:r>
          </w:p>
        </w:tc>
      </w:tr>
      <w:tr w:rsidR="0085747A" w:rsidRPr="00916224" w:rsidTr="00916224">
        <w:tc>
          <w:tcPr>
            <w:tcW w:w="9520" w:type="dxa"/>
          </w:tcPr>
          <w:p w:rsidR="0085747A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Metody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ochrony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praw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mniejszości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(regionalizm,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decentralizacja,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autonomia,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samorząd).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Wpływ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powstania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Unii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Europejskiej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międzyetniczne</w:t>
            </w:r>
            <w:proofErr w:type="spellEnd"/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4046DF">
            <w:pPr>
              <w:pStyle w:val="Akapitzlist"/>
              <w:tabs>
                <w:tab w:val="left" w:pos="1536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Europie.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Terroryzm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jako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narzędzie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konfliktów.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16224">
            <w:pPr>
              <w:pStyle w:val="Akapitzlist"/>
              <w:tabs>
                <w:tab w:val="left" w:pos="2664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Bałka</w:t>
            </w:r>
            <w:r w:rsidR="00916224" w:rsidRPr="00916224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ach: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wyznania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wiary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oraz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Podobne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charakterystyczne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cechy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Naddniestrzu,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Abchazji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Osetii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Południowej.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Czynnik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wojnie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hybrydowej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przeciwko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Ukrainie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ormiańsko-azerbejdżański.</w:t>
            </w:r>
          </w:p>
        </w:tc>
      </w:tr>
      <w:tr w:rsidR="004046DF" w:rsidRPr="00916224" w:rsidTr="00916224">
        <w:tc>
          <w:tcPr>
            <w:tcW w:w="9520" w:type="dxa"/>
          </w:tcPr>
          <w:p w:rsidR="004046DF" w:rsidRPr="00916224" w:rsidRDefault="004046DF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Wielkiej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Brytanii.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916224">
            <w:pPr>
              <w:pStyle w:val="Akapitzlist"/>
              <w:tabs>
                <w:tab w:val="left" w:pos="115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Hiszpanii.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bez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państw.</w:t>
            </w:r>
          </w:p>
        </w:tc>
      </w:tr>
      <w:tr w:rsidR="00916224" w:rsidRPr="00916224" w:rsidTr="00916224">
        <w:tc>
          <w:tcPr>
            <w:tcW w:w="9520" w:type="dxa"/>
          </w:tcPr>
          <w:p w:rsidR="00916224" w:rsidRPr="00916224" w:rsidRDefault="00916224" w:rsidP="004046DF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Ludy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rdzenne</w:t>
            </w:r>
            <w:r w:rsidR="006444B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dydaktyczne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6444BA">
        <w:rPr>
          <w:rFonts w:ascii="Corbel" w:hAnsi="Corbel"/>
          <w:sz w:val="20"/>
          <w:szCs w:val="20"/>
        </w:rPr>
        <w:t xml:space="preserve"> </w:t>
      </w:r>
    </w:p>
    <w:p w:rsidR="00153C41" w:rsidRDefault="006444B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z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prezentacją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kształcenia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na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odległość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>analiza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z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dyskusją,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projektów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badawczy,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wdrożeniowy,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gry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dydaktyczne,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kształcenia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na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odległość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doświadczeń,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projektowanie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doświadczeń</w:t>
      </w:r>
      <w:r w:rsidR="006444B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F58D4" w:rsidRDefault="00AF58D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F58D4">
        <w:rPr>
          <w:rFonts w:ascii="Corbel" w:hAnsi="Corbel"/>
          <w:b w:val="0"/>
          <w:smallCaps w:val="0"/>
          <w:szCs w:val="24"/>
        </w:rPr>
        <w:t>Przygotowanie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prezentacji,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dyskusji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nad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prezentacjami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kolegów,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praca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grupach,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finałowym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okrągłym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stole.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METODY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KRYTERIA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OCENY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Sposoby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weryfikacji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efektów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C05F44">
        <w:rPr>
          <w:rFonts w:ascii="Corbel" w:hAnsi="Corbel"/>
          <w:smallCaps w:val="0"/>
          <w:szCs w:val="24"/>
        </w:rPr>
        <w:t>uczenia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C05F44">
        <w:rPr>
          <w:rFonts w:ascii="Corbel" w:hAnsi="Corbel"/>
          <w:smallCaps w:val="0"/>
          <w:szCs w:val="24"/>
        </w:rPr>
        <w:t>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oceny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efektów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ustny,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01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317BEC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85747A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:rsidR="0085747A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85747A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515335" w:rsidRPr="009C54AE" w:rsidRDefault="00317BEC" w:rsidP="00317B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15335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515335" w:rsidRPr="009C54AE" w:rsidTr="00C05F44">
        <w:tc>
          <w:tcPr>
            <w:tcW w:w="1985" w:type="dxa"/>
          </w:tcPr>
          <w:p w:rsidR="00515335" w:rsidRPr="009C54AE" w:rsidRDefault="00515335" w:rsidP="005153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 w:rsidR="006444BA"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15335" w:rsidRPr="009C54AE" w:rsidRDefault="00317BE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6" w:type="dxa"/>
          </w:tcPr>
          <w:p w:rsidR="00515335" w:rsidRPr="009C54AE" w:rsidRDefault="0051533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zaliczenia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przedmiotu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(kryteria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oceniania)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923D7D" w:rsidRPr="009C54AE" w:rsidRDefault="00F33747" w:rsidP="00F33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Podstawą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wygłoszenie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prezentacji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temat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zaakceptowany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przez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prowadzącego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(np.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polityki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narodowościowej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wybranego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państwa,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międzynarodowej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ochrony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mniejszości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etc.).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Dodatkowym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elementem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trakcie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17BEC" w:rsidRPr="00317BEC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 w:rsidR="00317B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5.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CAŁKOWITY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NAKŁAD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PRACY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STUDENTA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POTRZEBNY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DO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OSIĄGNIĘCIA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ZAŁOŻONYCH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EFEKTÓW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W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GODZINACH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ORAZ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PUNKTACH</w:t>
      </w:r>
      <w:r w:rsidR="006444BA">
        <w:rPr>
          <w:rFonts w:ascii="Corbel" w:hAnsi="Corbel"/>
          <w:b/>
          <w:sz w:val="24"/>
          <w:szCs w:val="24"/>
        </w:rPr>
        <w:t xml:space="preserve"> </w:t>
      </w:r>
      <w:r w:rsidR="00C61DC5" w:rsidRPr="009C54AE">
        <w:rPr>
          <w:rFonts w:ascii="Corbel" w:hAnsi="Corbel"/>
          <w:b/>
          <w:sz w:val="24"/>
          <w:szCs w:val="24"/>
        </w:rPr>
        <w:t>ECTS</w:t>
      </w:r>
      <w:r w:rsidR="006444BA">
        <w:rPr>
          <w:rFonts w:ascii="Corbel" w:hAnsi="Corbel"/>
          <w:b/>
          <w:sz w:val="24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godzin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zrealizowanie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t>z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>
              <w:rPr>
                <w:rFonts w:ascii="Corbel" w:hAnsi="Corbel"/>
                <w:sz w:val="24"/>
                <w:szCs w:val="24"/>
              </w:rPr>
              <w:t>harmonogramu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33747" w:rsidP="007E26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E26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udziałem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nauczyciela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>
              <w:rPr>
                <w:rFonts w:ascii="Corbel" w:hAnsi="Corbel"/>
                <w:sz w:val="24"/>
                <w:szCs w:val="24"/>
              </w:rPr>
              <w:t>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konsultacjach,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:rsidR="00C61DC5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praca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własna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do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zajęć,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egzaminu,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napisanie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referatu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C61DC5" w:rsidRPr="009C54AE" w:rsidRDefault="007E26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</w:t>
            </w:r>
            <w:r w:rsidR="006444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GODZIN</w:t>
            </w:r>
          </w:p>
        </w:tc>
        <w:tc>
          <w:tcPr>
            <w:tcW w:w="4677" w:type="dxa"/>
          </w:tcPr>
          <w:p w:rsidR="0085747A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PUNKTÓW</w:t>
            </w:r>
            <w:r w:rsidR="006444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</w:p>
        </w:tc>
        <w:tc>
          <w:tcPr>
            <w:tcW w:w="4677" w:type="dxa"/>
          </w:tcPr>
          <w:p w:rsidR="0085747A" w:rsidRPr="009C54AE" w:rsidRDefault="00F337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uwzględnić,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że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1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pkt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odpowiada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25-30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godzin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całkowitego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nakładu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pracy</w:t>
      </w:r>
      <w:r w:rsidR="006444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PRAKTYKI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ZAWO</w:t>
      </w:r>
      <w:r w:rsidR="009D3F3B">
        <w:rPr>
          <w:rFonts w:ascii="Corbel" w:hAnsi="Corbel"/>
          <w:smallCaps w:val="0"/>
          <w:szCs w:val="24"/>
        </w:rPr>
        <w:t>DOWE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W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RAMACH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9D3F3B">
        <w:rPr>
          <w:rFonts w:ascii="Corbel" w:hAnsi="Corbel"/>
          <w:smallCaps w:val="0"/>
          <w:szCs w:val="24"/>
        </w:rPr>
        <w:t>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odbywania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praktyk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</w:t>
      </w:r>
      <w:r w:rsidR="006444B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444BA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8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podstawowa:</w:t>
            </w:r>
          </w:p>
          <w:p w:rsidR="00AA686C" w:rsidRPr="009C54AE" w:rsidRDefault="00AA686C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Baluk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Chałupczak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A1F35" w:rsidRPr="009C54AE" w:rsidRDefault="00AA686C" w:rsidP="001A1F35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Brubaker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inaczej.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narodowa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narodowe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nowej</w:t>
            </w:r>
            <w:r w:rsid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uzupełniająca:</w:t>
            </w:r>
            <w:r w:rsidR="006444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Husar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Katalończycy: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budowy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własnej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tożsamości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independentyzmu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regionie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mniejszości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narodowych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A686C" w:rsidRPr="00AA686C" w:rsidRDefault="001E14F2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onflikty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zagrożenie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poradzieckiego.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Głównie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badawcze</w:t>
            </w:r>
            <w:r w:rsidR="00AA686C"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86C"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https://journals.indexcopernicus.com/api/file/viewByFileId/147539.pdf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Stępniewski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Religia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obszarze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Wschodniej,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Kaukazu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Azji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AA686C" w:rsidRPr="001E14F2" w:rsidRDefault="00AA686C" w:rsidP="00AA686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Zadunajski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Ograniczenie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Ukrainie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czasie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kryzysu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politycznego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wojny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latach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2014-2017</w:t>
            </w:r>
            <w:r w:rsidR="003068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Naruszenia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człowieka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we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współczesnym</w:t>
            </w:r>
            <w:r w:rsidR="006444BA"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świecie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78-87.</w:t>
            </w:r>
          </w:p>
          <w:p w:rsidR="00AA686C" w:rsidRPr="00AA686C" w:rsidRDefault="00AA686C" w:rsidP="001E14F2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Pieńkowski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narodowościowe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Tom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3: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8" w:tooltip="Jesień Ludów" w:history="1"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Jesień</w:t>
              </w:r>
              <w:r w:rsidR="006444BA"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 xml:space="preserve"> </w:t>
              </w:r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Narodów</w:t>
              </w:r>
            </w:hyperlink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jej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konsekwencje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2016,</w:t>
            </w:r>
          </w:p>
          <w:p w:rsidR="00AA686C" w:rsidRPr="009C54AE" w:rsidRDefault="00AA686C" w:rsidP="00AA686C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Mieliśmy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swój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dom,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którym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byliśmy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szczęśliwi…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terytorium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byłej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Jugosławii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narracjach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uchodźców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imigrantów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postjugosłowiańskich</w:t>
            </w:r>
            <w:proofErr w:type="spellEnd"/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mieszkających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="006444BA"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Austrii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Naukowe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UKSW,</w:t>
            </w:r>
            <w:r w:rsidR="00644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068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Kierownika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Jednostki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lub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osoby</w:t>
      </w:r>
      <w:r w:rsidR="006444BA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52B" w:rsidRDefault="00DB352B" w:rsidP="00C16ABF">
      <w:pPr>
        <w:spacing w:after="0" w:line="240" w:lineRule="auto"/>
      </w:pPr>
      <w:r>
        <w:separator/>
      </w:r>
    </w:p>
  </w:endnote>
  <w:endnote w:type="continuationSeparator" w:id="0">
    <w:p w:rsidR="00DB352B" w:rsidRDefault="00DB35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52B" w:rsidRDefault="00DB352B" w:rsidP="00C16ABF">
      <w:pPr>
        <w:spacing w:after="0" w:line="240" w:lineRule="auto"/>
      </w:pPr>
      <w:r>
        <w:separator/>
      </w:r>
    </w:p>
  </w:footnote>
  <w:footnote w:type="continuationSeparator" w:id="0">
    <w:p w:rsidR="00DB352B" w:rsidRDefault="00DB352B" w:rsidP="00C16ABF">
      <w:pPr>
        <w:spacing w:after="0" w:line="240" w:lineRule="auto"/>
      </w:pPr>
      <w:r>
        <w:continuationSeparator/>
      </w:r>
    </w:p>
  </w:footnote>
  <w:footnote w:id="1">
    <w:p w:rsidR="006444BA" w:rsidRDefault="006444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CC4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D20"/>
    <w:rsid w:val="00146BC0"/>
    <w:rsid w:val="001505F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F35"/>
    <w:rsid w:val="001A70D2"/>
    <w:rsid w:val="001D657B"/>
    <w:rsid w:val="001D7B54"/>
    <w:rsid w:val="001E0209"/>
    <w:rsid w:val="001E14F2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0BF"/>
    <w:rsid w:val="002C1F06"/>
    <w:rsid w:val="002D3375"/>
    <w:rsid w:val="002D73D4"/>
    <w:rsid w:val="002F02A3"/>
    <w:rsid w:val="002F4ABE"/>
    <w:rsid w:val="003018BA"/>
    <w:rsid w:val="0030395F"/>
    <w:rsid w:val="00305C92"/>
    <w:rsid w:val="0030684F"/>
    <w:rsid w:val="003151C5"/>
    <w:rsid w:val="00317B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3EF"/>
    <w:rsid w:val="003E49D5"/>
    <w:rsid w:val="003F205D"/>
    <w:rsid w:val="003F38C0"/>
    <w:rsid w:val="004046DF"/>
    <w:rsid w:val="00414E3C"/>
    <w:rsid w:val="0042244A"/>
    <w:rsid w:val="0042745A"/>
    <w:rsid w:val="00431D5C"/>
    <w:rsid w:val="004362C6"/>
    <w:rsid w:val="00437FA2"/>
    <w:rsid w:val="00445970"/>
    <w:rsid w:val="00452174"/>
    <w:rsid w:val="00461EFC"/>
    <w:rsid w:val="004652C2"/>
    <w:rsid w:val="004706D1"/>
    <w:rsid w:val="00471326"/>
    <w:rsid w:val="0047598D"/>
    <w:rsid w:val="004840FD"/>
    <w:rsid w:val="00486F34"/>
    <w:rsid w:val="00490F7D"/>
    <w:rsid w:val="00491678"/>
    <w:rsid w:val="00496277"/>
    <w:rsid w:val="004968E2"/>
    <w:rsid w:val="004A3EEA"/>
    <w:rsid w:val="004A4D1F"/>
    <w:rsid w:val="004D5282"/>
    <w:rsid w:val="004F1551"/>
    <w:rsid w:val="004F55A3"/>
    <w:rsid w:val="0050496F"/>
    <w:rsid w:val="00513B6F"/>
    <w:rsid w:val="00515335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4BA"/>
    <w:rsid w:val="00647FA8"/>
    <w:rsid w:val="00650C5F"/>
    <w:rsid w:val="00654934"/>
    <w:rsid w:val="006620D9"/>
    <w:rsid w:val="0066633E"/>
    <w:rsid w:val="00671958"/>
    <w:rsid w:val="00675843"/>
    <w:rsid w:val="00696477"/>
    <w:rsid w:val="006B2FCA"/>
    <w:rsid w:val="006C6F24"/>
    <w:rsid w:val="006D050F"/>
    <w:rsid w:val="006D54C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A8F"/>
    <w:rsid w:val="007A4022"/>
    <w:rsid w:val="007A6E6E"/>
    <w:rsid w:val="007C3299"/>
    <w:rsid w:val="007C3BCC"/>
    <w:rsid w:val="007C4546"/>
    <w:rsid w:val="007D6E56"/>
    <w:rsid w:val="007E26DC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24"/>
    <w:rsid w:val="00923D7D"/>
    <w:rsid w:val="0093492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A41B5"/>
    <w:rsid w:val="00AA686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8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EC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52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49"/>
    <w:rsid w:val="00E51370"/>
    <w:rsid w:val="00E51E44"/>
    <w:rsid w:val="00E5381C"/>
    <w:rsid w:val="00E63348"/>
    <w:rsid w:val="00E742AA"/>
    <w:rsid w:val="00E77E88"/>
    <w:rsid w:val="00E8107D"/>
    <w:rsid w:val="00E960BB"/>
    <w:rsid w:val="00EA2074"/>
    <w:rsid w:val="00EA3593"/>
    <w:rsid w:val="00EA4832"/>
    <w:rsid w:val="00EA4E9D"/>
    <w:rsid w:val="00EC4899"/>
    <w:rsid w:val="00ED03AB"/>
    <w:rsid w:val="00ED32D2"/>
    <w:rsid w:val="00EE32DE"/>
    <w:rsid w:val="00EE5457"/>
    <w:rsid w:val="00EF5BC8"/>
    <w:rsid w:val="00F070AB"/>
    <w:rsid w:val="00F17567"/>
    <w:rsid w:val="00F177B2"/>
    <w:rsid w:val="00F27A7B"/>
    <w:rsid w:val="00F3374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4729C-1B1C-4B6E-886E-7E1EB9F8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349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Jesie%C5%84_Lud%C3%B3w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008E82-406E-49EA-8A0E-09BB83BB84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0598FD-0B54-4B77-A967-59EEE177A136}"/>
</file>

<file path=customXml/itemProps3.xml><?xml version="1.0" encoding="utf-8"?>
<ds:datastoreItem xmlns:ds="http://schemas.openxmlformats.org/officeDocument/2006/customXml" ds:itemID="{B67CB97E-EDBE-4CA4-8D75-445CCE8D52F5}"/>
</file>

<file path=customXml/itemProps4.xml><?xml version="1.0" encoding="utf-8"?>
<ds:datastoreItem xmlns:ds="http://schemas.openxmlformats.org/officeDocument/2006/customXml" ds:itemID="{1FE91594-B17C-463B-BB16-B5F012A196D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1023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3</cp:revision>
  <cp:lastPrinted>2019-02-06T12:12:00Z</cp:lastPrinted>
  <dcterms:created xsi:type="dcterms:W3CDTF">2021-11-20T18:21:00Z</dcterms:created>
  <dcterms:modified xsi:type="dcterms:W3CDTF">2021-11-20T18:22:00Z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